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3085" w:type="dxa"/>
        <w:tblLook w:val="01E0" w:firstRow="1" w:lastRow="1" w:firstColumn="1" w:lastColumn="1" w:noHBand="0" w:noVBand="0"/>
      </w:tblPr>
      <w:tblGrid>
        <w:gridCol w:w="5954"/>
      </w:tblGrid>
      <w:tr w:rsidR="0022521F" w:rsidRPr="0022521F" w14:paraId="2DE41408" w14:textId="77777777" w:rsidTr="0022521F">
        <w:trPr>
          <w:trHeight w:val="304"/>
        </w:trPr>
        <w:tc>
          <w:tcPr>
            <w:tcW w:w="5954" w:type="dxa"/>
            <w:hideMark/>
          </w:tcPr>
          <w:p w14:paraId="62FA0D7B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2521F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22521F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22521F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</w:t>
            </w:r>
            <w:r w:rsidRPr="0022521F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</w:tr>
      <w:tr w:rsidR="0022521F" w:rsidRPr="0022521F" w14:paraId="14E5554E" w14:textId="77777777" w:rsidTr="0022521F">
        <w:trPr>
          <w:trHeight w:val="404"/>
        </w:trPr>
        <w:tc>
          <w:tcPr>
            <w:tcW w:w="5954" w:type="dxa"/>
            <w:hideMark/>
          </w:tcPr>
          <w:p w14:paraId="59E3D814" w14:textId="72B8D41D" w:rsidR="0022521F" w:rsidRPr="0022521F" w:rsidRDefault="0022521F" w:rsidP="00C42CCA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к Договору теплоснабжения и поставки горячей воды</w:t>
            </w:r>
            <w:r w:rsidR="007C5F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42CCA">
              <w:rPr>
                <w:rFonts w:ascii="Tahoma" w:hAnsi="Tahoma" w:cs="Tahoma"/>
                <w:sz w:val="20"/>
                <w:szCs w:val="20"/>
              </w:rPr>
              <w:t>№ ___</w:t>
            </w:r>
          </w:p>
        </w:tc>
      </w:tr>
      <w:tr w:rsidR="0022521F" w:rsidRPr="0022521F" w14:paraId="344E53F4" w14:textId="77777777" w:rsidTr="0022521F">
        <w:trPr>
          <w:trHeight w:val="404"/>
        </w:trPr>
        <w:tc>
          <w:tcPr>
            <w:tcW w:w="5954" w:type="dxa"/>
            <w:hideMark/>
          </w:tcPr>
          <w:p w14:paraId="3D06433D" w14:textId="73D3CC20" w:rsidR="0022521F" w:rsidRPr="0022521F" w:rsidRDefault="00C42CCA" w:rsidP="00C42CC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от «___</w:t>
            </w:r>
            <w:r w:rsidR="0022521F" w:rsidRPr="0022521F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>___________</w:t>
            </w:r>
            <w:r w:rsidR="0022521F" w:rsidRPr="0022521F">
              <w:rPr>
                <w:rFonts w:ascii="Tahoma" w:hAnsi="Tahoma" w:cs="Tahoma"/>
                <w:sz w:val="20"/>
                <w:szCs w:val="20"/>
              </w:rPr>
              <w:t>20__г.</w:t>
            </w:r>
          </w:p>
        </w:tc>
      </w:tr>
    </w:tbl>
    <w:p w14:paraId="3BF7747C" w14:textId="77777777" w:rsidR="0022521F" w:rsidRPr="0022521F" w:rsidRDefault="0022521F" w:rsidP="0022521F">
      <w:pPr>
        <w:rPr>
          <w:rFonts w:ascii="Tahoma" w:hAnsi="Tahoma" w:cs="Tahoma"/>
          <w:b/>
          <w:sz w:val="20"/>
          <w:szCs w:val="20"/>
        </w:rPr>
      </w:pPr>
    </w:p>
    <w:p w14:paraId="1F3C7F68" w14:textId="77777777" w:rsidR="0022521F" w:rsidRPr="0022521F" w:rsidRDefault="0022521F" w:rsidP="0022521F">
      <w:pPr>
        <w:jc w:val="center"/>
        <w:rPr>
          <w:rFonts w:ascii="Tahoma" w:hAnsi="Tahoma" w:cs="Tahoma"/>
          <w:b/>
          <w:sz w:val="20"/>
          <w:szCs w:val="20"/>
        </w:rPr>
      </w:pPr>
      <w:r w:rsidRPr="0022521F">
        <w:rPr>
          <w:rFonts w:ascii="Tahoma" w:hAnsi="Tahoma" w:cs="Tahoma"/>
          <w:b/>
          <w:sz w:val="20"/>
          <w:szCs w:val="20"/>
        </w:rPr>
        <w:t xml:space="preserve">Порядок осуществления расчетов с использованием автоматизированной </w:t>
      </w:r>
      <w:bookmarkStart w:id="0" w:name="_GoBack"/>
      <w:bookmarkEnd w:id="0"/>
      <w:r w:rsidRPr="0022521F">
        <w:rPr>
          <w:rFonts w:ascii="Tahoma" w:hAnsi="Tahoma" w:cs="Tahoma"/>
          <w:b/>
          <w:sz w:val="20"/>
          <w:szCs w:val="20"/>
        </w:rPr>
        <w:t>информационно-измерительной</w:t>
      </w:r>
      <w:r w:rsidRPr="0022521F">
        <w:rPr>
          <w:rFonts w:ascii="Tahoma" w:hAnsi="Tahoma" w:cs="Tahoma"/>
          <w:sz w:val="20"/>
          <w:szCs w:val="20"/>
        </w:rPr>
        <w:t xml:space="preserve"> </w:t>
      </w:r>
      <w:r w:rsidRPr="0022521F">
        <w:rPr>
          <w:rFonts w:ascii="Tahoma" w:hAnsi="Tahoma" w:cs="Tahoma"/>
          <w:b/>
          <w:sz w:val="20"/>
          <w:szCs w:val="20"/>
        </w:rPr>
        <w:t>системы энергетических ресурсов</w:t>
      </w:r>
    </w:p>
    <w:p w14:paraId="20B4FD64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5A69B2F4" w14:textId="426F32A0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1. Стороны договорились для целей определения показаний приборов коммерческого учета тепловой энергии и теплоносителя (далее – УУТЭ) применять «Отчетную ведомость за потребленные энергетические ресурсы», сформированную Автоматизированной информационно-измерительной системы (далее – Отчет АИИС) по </w:t>
      </w:r>
      <w:r w:rsidR="00E273E9">
        <w:rPr>
          <w:rFonts w:ascii="Tahoma" w:hAnsi="Tahoma" w:cs="Tahoma"/>
          <w:sz w:val="20"/>
          <w:szCs w:val="20"/>
        </w:rPr>
        <w:t xml:space="preserve">согласованной сторонами </w:t>
      </w:r>
      <w:r w:rsidRPr="0022521F">
        <w:rPr>
          <w:rFonts w:ascii="Tahoma" w:hAnsi="Tahoma" w:cs="Tahoma"/>
          <w:sz w:val="20"/>
          <w:szCs w:val="20"/>
        </w:rPr>
        <w:t xml:space="preserve">форме. </w:t>
      </w:r>
    </w:p>
    <w:p w14:paraId="24031B60" w14:textId="7777777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Под Автоматизированной информационно-измерительной системой (далее - АИИС) Теплоснабжающей организации Стороны понимают систему программных и аппаратных средств, предназначенных для автоматизации процесса сбора, обработки и хранения информации о количестве потребленной тепловой энергии, теплоносителе, в </w:t>
      </w:r>
      <w:proofErr w:type="spellStart"/>
      <w:r w:rsidRPr="0022521F">
        <w:rPr>
          <w:rFonts w:ascii="Tahoma" w:hAnsi="Tahoma" w:cs="Tahoma"/>
          <w:sz w:val="20"/>
          <w:szCs w:val="20"/>
        </w:rPr>
        <w:t>т.ч</w:t>
      </w:r>
      <w:proofErr w:type="spellEnd"/>
      <w:r w:rsidRPr="0022521F">
        <w:rPr>
          <w:rFonts w:ascii="Tahoma" w:hAnsi="Tahoma" w:cs="Tahoma"/>
          <w:sz w:val="20"/>
          <w:szCs w:val="20"/>
        </w:rPr>
        <w:t>. как горячей воды на нужды горячего водоснабжения, посредством получения информации с УУТЭ Потребителя с использованием систем дистанционного сбора и передачи данных.</w:t>
      </w:r>
    </w:p>
    <w:p w14:paraId="263DF876" w14:textId="7777777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>2. Потребитель назначает представителя, ответственного за работу УУТЭ, (далее –ответственный представитель Потребителя) присоединенного в установленном порядке к АИИС Теплоснабжающей организации, и в течение 10 (десяти) рабочих дней, начиная с даты подключения прибора учета к АИИС, письменно уведомляет об этом Теплоснабжающую организацию. В случае смены ответственного представителя Потребителя, Потребитель уведомляет Теплоснабжающую организацию в письменном виде в течение 3 (трех) дней с момента изменения.</w:t>
      </w:r>
    </w:p>
    <w:p w14:paraId="32717E64" w14:textId="7777777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Ответственный представитель Потребителя ежедневно производит контроль передачи и поступления данных с УУТЭ в АИИС Теплоснабжающей организации с использованием каналообразующего оборудования (устройства считывания, передачи данных о потреблении тепловой энергии и теплоносителя). </w:t>
      </w:r>
    </w:p>
    <w:p w14:paraId="470A8CA8" w14:textId="7777777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В случае обнаружения неисправности каналообразующего оборудования или иной невозможности дистанционной передачи данных, ответственный представитель Потребителя сообщает об этом (посредством направления письма, </w:t>
      </w:r>
      <w:proofErr w:type="spellStart"/>
      <w:r w:rsidRPr="0022521F">
        <w:rPr>
          <w:rFonts w:ascii="Tahoma" w:hAnsi="Tahoma" w:cs="Tahoma"/>
          <w:sz w:val="20"/>
          <w:szCs w:val="20"/>
        </w:rPr>
        <w:t>факсограммы</w:t>
      </w:r>
      <w:proofErr w:type="spellEnd"/>
      <w:r w:rsidRPr="0022521F">
        <w:rPr>
          <w:rFonts w:ascii="Tahoma" w:hAnsi="Tahoma" w:cs="Tahoma"/>
          <w:sz w:val="20"/>
          <w:szCs w:val="20"/>
        </w:rPr>
        <w:t xml:space="preserve"> или телефонограммы) в течение 24 (двадцати четырех) часов в Теплоснабжающую организацию. </w:t>
      </w:r>
    </w:p>
    <w:p w14:paraId="7AC2EA0F" w14:textId="7777777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3. При возникновении сбоя в передаче данных в АИИС Теплоснабжающей организации из-за выхода из строя каналообразующего оборудования или повреждений линий (каналов) связи в течение более 15 (пятнадцати) календарных дней подряд в расчётном месяце, для целей определения показаний УУТЭ Потребитель предоставляет в Теплоснабжающую организацию в предусмотренный Договором срок подписанные уполномоченным лицом актуальные показания коммерческих приборов учета. </w:t>
      </w:r>
    </w:p>
    <w:p w14:paraId="229A4A45" w14:textId="7777777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>При возникновении сбоя в передаче данных в АИИС Теплоснабжающей организации из-за неработоспособности УУТЭ Потребителя, Потребитель и Теплоснабжающая организация в соответствии с Правилами коммерческого учета тепловой энергии, теплоносителя составляют Акт о выходе из строя УУТЭ.</w:t>
      </w:r>
    </w:p>
    <w:p w14:paraId="1420069F" w14:textId="7777777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Расчет количества потребленной Потребителем тепловой энергии в случае неработоспособности УУТЭ Потребителя производится Теплоснабжающей организацией в порядке, предусмотренном Договором и действующим законодательством РФ. Определение количества тепловой энергии, поставленной (полученной) при возникновении нештатных ситуаций (работа теплосчетчика при расходах теплоносителя ниже минимального или выше максимального пределов расходомера; работа теплосчетчика при разности температур теплоносителя ниже минимального установленного значения для данного </w:t>
      </w:r>
      <w:proofErr w:type="spellStart"/>
      <w:r w:rsidRPr="0022521F">
        <w:rPr>
          <w:rFonts w:ascii="Tahoma" w:hAnsi="Tahoma" w:cs="Tahoma"/>
          <w:sz w:val="20"/>
          <w:szCs w:val="20"/>
        </w:rPr>
        <w:t>тепловычислителя</w:t>
      </w:r>
      <w:proofErr w:type="spellEnd"/>
      <w:r w:rsidRPr="0022521F">
        <w:rPr>
          <w:rFonts w:ascii="Tahoma" w:hAnsi="Tahoma" w:cs="Tahoma"/>
          <w:sz w:val="20"/>
          <w:szCs w:val="20"/>
        </w:rPr>
        <w:t>; функциональный отказ; изменение направления потока теплоносителя, если в теплосчетчике специально не заложена такая функция; отсутствие электропитания теплосчетчика), за расчетный период производится теплоснабжающей организацией самостоятельно в соответствии с действующим законодательством РФ.</w:t>
      </w:r>
    </w:p>
    <w:p w14:paraId="2BAAB52A" w14:textId="7777777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lastRenderedPageBreak/>
        <w:t xml:space="preserve">4. Для расчётов за потреблённую Потребителем тепловую энергию за расчётный месяц, принимаются данные переданные с УУТЭ в АИИС. </w:t>
      </w:r>
    </w:p>
    <w:p w14:paraId="4EF4D6F6" w14:textId="7777777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Величина тепловых потерь в границах балансовой принадлежности и эксплуатационной ответственности Потребителя, величина невозвращенного теплоносителя определяется в соответствии с условиями Договора и требованиями законодательства. </w:t>
      </w:r>
    </w:p>
    <w:p w14:paraId="21E778E1" w14:textId="44F1EE9C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>5. Отчет АИИС является основанием для проведения расчётов за потребленные Потребителем энергоресурсы в отчетном периоде.</w:t>
      </w:r>
    </w:p>
    <w:p w14:paraId="48151D97" w14:textId="7777777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Количество потребленной в отчетном периоде энергоресурсов, предусмотренное Отчетом АИИС, фиксируется в Акте поданной - принятой тепловой энергии и горячей воды, который в предусмотренные Договором сроки вместе с другими платежными документами направляются Потребителю для подписания. </w:t>
      </w:r>
    </w:p>
    <w:p w14:paraId="6D1CF921" w14:textId="7777777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>6. Подписание сторонами Актов поданной - принятой тепловой энергии и горячей воды свидетельствует об отсутствии разногласий в определяемых на основании Отчета АИИС величинах потреблённой Потребителем в отчетном периоде тепловой энергии.</w:t>
      </w:r>
    </w:p>
    <w:p w14:paraId="0B8E4793" w14:textId="7777777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>7. Теплоснабжающая организация без предварительного уведомления Потребителя вправе привлекать третьих лиц для исполнения своих обязательств, предусмотренных настоящим Приложением.</w:t>
      </w:r>
    </w:p>
    <w:p w14:paraId="6C5C8B1F" w14:textId="7777777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>8. С момента установки оборудования информационно-измерительных систем учета ресурсов на УУТЭ, Потребитель обеспечивает сохранность установленного оборудования и отсутствие доступа к нему посторонних лиц.</w:t>
      </w:r>
    </w:p>
    <w:p w14:paraId="3552115C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2870BBE2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07E48F31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66560638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0D396DC2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>ПОДПИСИ СТОРОН</w:t>
      </w:r>
      <w:r w:rsidRPr="0022521F">
        <w:rPr>
          <w:rFonts w:ascii="Tahoma" w:hAnsi="Tahoma" w:cs="Tahoma"/>
          <w:sz w:val="20"/>
          <w:szCs w:val="20"/>
        </w:rPr>
        <w:br/>
      </w:r>
    </w:p>
    <w:p w14:paraId="6F347607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22521F" w:rsidRPr="0022521F" w14:paraId="0AD9F156" w14:textId="77777777" w:rsidTr="0022521F">
        <w:trPr>
          <w:jc w:val="center"/>
        </w:trPr>
        <w:tc>
          <w:tcPr>
            <w:tcW w:w="4661" w:type="dxa"/>
            <w:hideMark/>
          </w:tcPr>
          <w:p w14:paraId="4AA0E07B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18D0A4EE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1753F490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ПОТРЕБИТЕЛЬ</w:t>
            </w:r>
          </w:p>
        </w:tc>
      </w:tr>
      <w:tr w:rsidR="0022521F" w:rsidRPr="0022521F" w14:paraId="332D8E2F" w14:textId="77777777" w:rsidTr="0022521F">
        <w:trPr>
          <w:jc w:val="center"/>
        </w:trPr>
        <w:tc>
          <w:tcPr>
            <w:tcW w:w="4661" w:type="dxa"/>
          </w:tcPr>
          <w:p w14:paraId="660C2C7C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C136C62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22521F">
              <w:rPr>
                <w:rFonts w:ascii="Tahoma" w:hAnsi="Tahoma" w:cs="Tahoma"/>
                <w:sz w:val="20"/>
                <w:szCs w:val="20"/>
              </w:rPr>
              <w:tab/>
            </w:r>
            <w:r w:rsidRPr="0022521F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1031D58E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62DA5611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D24ADD4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22521F">
              <w:rPr>
                <w:rFonts w:ascii="Tahoma" w:hAnsi="Tahoma" w:cs="Tahoma"/>
                <w:sz w:val="20"/>
                <w:szCs w:val="20"/>
              </w:rPr>
              <w:tab/>
            </w:r>
            <w:r w:rsidRPr="0022521F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75B477C3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3FEFD9B2" w14:textId="30D5D141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    М.П. </w:t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6F7F50F0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0250E7C6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29748068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4FCDF9F9" w14:textId="77777777" w:rsidR="00E02326" w:rsidRPr="0022521F" w:rsidRDefault="00E02326" w:rsidP="0022521F"/>
    <w:sectPr w:rsidR="00E02326" w:rsidRPr="002252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FC0D3" w14:textId="77777777" w:rsidR="00C16B86" w:rsidRDefault="00C16B86">
      <w:r>
        <w:separator/>
      </w:r>
    </w:p>
  </w:endnote>
  <w:endnote w:type="continuationSeparator" w:id="0">
    <w:p w14:paraId="34DC5534" w14:textId="77777777" w:rsidR="00C16B86" w:rsidRDefault="00C16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0EA13" w14:textId="77777777" w:rsidR="00E02326" w:rsidRDefault="00E023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60CD8" w14:textId="77777777" w:rsidR="00E02326" w:rsidRDefault="00E0232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48D03" w14:textId="77777777" w:rsidR="00E02326" w:rsidRDefault="00E023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F6390" w14:textId="77777777" w:rsidR="00C16B86" w:rsidRDefault="00C16B86">
      <w:r>
        <w:separator/>
      </w:r>
    </w:p>
  </w:footnote>
  <w:footnote w:type="continuationSeparator" w:id="0">
    <w:p w14:paraId="69184E6C" w14:textId="77777777" w:rsidR="00C16B86" w:rsidRDefault="00C16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1763A" w14:textId="77777777" w:rsidR="00E02326" w:rsidRDefault="00E023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FF10F" w14:textId="77777777" w:rsidR="00E02326" w:rsidRDefault="00E0232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B1FB2" w14:textId="77777777" w:rsidR="00E02326" w:rsidRDefault="00E023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4A"/>
    <w:rsid w:val="00097765"/>
    <w:rsid w:val="0022521F"/>
    <w:rsid w:val="0023389D"/>
    <w:rsid w:val="003F4772"/>
    <w:rsid w:val="004B3F67"/>
    <w:rsid w:val="007C5FAB"/>
    <w:rsid w:val="008E6C4A"/>
    <w:rsid w:val="00B05BEA"/>
    <w:rsid w:val="00C16B86"/>
    <w:rsid w:val="00C34B34"/>
    <w:rsid w:val="00C42CCA"/>
    <w:rsid w:val="00E02326"/>
    <w:rsid w:val="00E2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2A553E"/>
  <w15:docId w15:val="{7F6768E9-30D2-481A-889E-0370A6CB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A86D0-D6AE-4D95-A66D-76914DB033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Пантюхина Ирина Сергеевна</cp:lastModifiedBy>
  <cp:revision>7</cp:revision>
  <dcterms:created xsi:type="dcterms:W3CDTF">2018-11-27T11:58:00Z</dcterms:created>
  <dcterms:modified xsi:type="dcterms:W3CDTF">2022-03-21T12:38:00Z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